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92" w:rsidRPr="002A31A8" w:rsidRDefault="00B31492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80531F">
        <w:rPr>
          <w:i/>
          <w:iCs/>
          <w:caps/>
          <w:sz w:val="24"/>
          <w:szCs w:val="24"/>
          <w:lang w:val="bg-BG"/>
        </w:rPr>
        <w:t>Образец №</w:t>
      </w:r>
      <w:r w:rsidRPr="0080531F">
        <w:rPr>
          <w:i/>
          <w:iCs/>
          <w:caps/>
          <w:sz w:val="24"/>
          <w:szCs w:val="24"/>
          <w:lang w:val="ru-RU"/>
        </w:rPr>
        <w:t xml:space="preserve"> 20-</w:t>
      </w:r>
      <w:r w:rsidRPr="002A31A8">
        <w:rPr>
          <w:i/>
          <w:iCs/>
          <w:caps/>
          <w:sz w:val="24"/>
          <w:szCs w:val="24"/>
          <w:lang w:val="ru-RU"/>
        </w:rPr>
        <w:t>6</w:t>
      </w:r>
    </w:p>
    <w:p w:rsidR="00B31492" w:rsidRPr="0080531F" w:rsidRDefault="00B31492" w:rsidP="007056B0">
      <w:pPr>
        <w:rPr>
          <w:b/>
          <w:bCs/>
          <w:sz w:val="24"/>
          <w:szCs w:val="24"/>
          <w:lang w:val="ru-RU"/>
        </w:rPr>
      </w:pPr>
      <w:r w:rsidRPr="0080531F">
        <w:rPr>
          <w:b/>
          <w:bCs/>
          <w:sz w:val="24"/>
          <w:szCs w:val="24"/>
          <w:lang w:val="ru-RU"/>
        </w:rPr>
        <w:t>До</w:t>
      </w:r>
      <w:r w:rsidRPr="0080531F">
        <w:rPr>
          <w:b/>
          <w:bCs/>
          <w:sz w:val="24"/>
          <w:szCs w:val="24"/>
          <w:lang w:val="ru-RU"/>
        </w:rPr>
        <w:tab/>
      </w:r>
    </w:p>
    <w:p w:rsidR="00B31492" w:rsidRPr="0080531F" w:rsidRDefault="00B31492" w:rsidP="007056B0">
      <w:pPr>
        <w:rPr>
          <w:b/>
          <w:bCs/>
          <w:sz w:val="24"/>
          <w:szCs w:val="24"/>
          <w:lang w:val="ru-RU"/>
        </w:rPr>
      </w:pPr>
      <w:r w:rsidRPr="0080531F">
        <w:rPr>
          <w:b/>
          <w:bCs/>
          <w:sz w:val="24"/>
          <w:szCs w:val="24"/>
          <w:lang w:val="ru-RU"/>
        </w:rPr>
        <w:t>Община Габрово</w:t>
      </w:r>
    </w:p>
    <w:p w:rsidR="00B31492" w:rsidRDefault="00B31492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B31492" w:rsidRDefault="00B31492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B31492" w:rsidRDefault="00B31492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B31492" w:rsidRDefault="00B31492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B31492" w:rsidRPr="0080531F" w:rsidRDefault="00B31492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80531F">
        <w:rPr>
          <w:b/>
          <w:bCs/>
          <w:sz w:val="24"/>
          <w:szCs w:val="24"/>
          <w:lang w:val="ru-RU"/>
        </w:rPr>
        <w:t xml:space="preserve"> с предмет:</w:t>
      </w:r>
    </w:p>
    <w:p w:rsidR="00B31492" w:rsidRPr="0080531F" w:rsidRDefault="00B31492" w:rsidP="007056B0">
      <w:pPr>
        <w:jc w:val="center"/>
        <w:rPr>
          <w:b/>
          <w:bCs/>
          <w:sz w:val="28"/>
          <w:szCs w:val="28"/>
          <w:lang w:val="ru-RU"/>
        </w:rPr>
      </w:pPr>
    </w:p>
    <w:p w:rsidR="00B31492" w:rsidRPr="0080531F" w:rsidRDefault="00B31492" w:rsidP="007056B0">
      <w:pPr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80531F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80531F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B31492" w:rsidRPr="0080531F" w:rsidRDefault="00B31492" w:rsidP="007056B0">
      <w:pPr>
        <w:spacing w:after="200" w:line="276" w:lineRule="auto"/>
        <w:ind w:left="851"/>
        <w:jc w:val="both"/>
        <w:rPr>
          <w:b/>
          <w:bCs/>
          <w:sz w:val="24"/>
          <w:szCs w:val="24"/>
          <w:lang w:val="ru-RU"/>
        </w:rPr>
      </w:pPr>
    </w:p>
    <w:p w:rsidR="00B31492" w:rsidRPr="0080531F" w:rsidRDefault="00B31492" w:rsidP="00902EEA">
      <w:pPr>
        <w:tabs>
          <w:tab w:val="left" w:pos="2694"/>
          <w:tab w:val="left" w:pos="4111"/>
        </w:tabs>
        <w:spacing w:after="200" w:line="276" w:lineRule="auto"/>
        <w:jc w:val="center"/>
        <w:rPr>
          <w:b/>
          <w:bCs/>
          <w:sz w:val="24"/>
          <w:szCs w:val="24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80531F">
        <w:rPr>
          <w:b/>
          <w:bCs/>
          <w:i/>
          <w:iCs/>
          <w:sz w:val="24"/>
          <w:szCs w:val="24"/>
          <w:u w:val="single"/>
          <w:lang w:val="ru-RU"/>
        </w:rPr>
        <w:t>6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 w:rsidRPr="0080531F">
        <w:rPr>
          <w:b/>
          <w:bCs/>
          <w:sz w:val="24"/>
          <w:szCs w:val="24"/>
          <w:lang w:val="ru-RU"/>
        </w:rPr>
        <w:t xml:space="preserve">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80531F">
        <w:rPr>
          <w:b/>
          <w:bCs/>
          <w:sz w:val="24"/>
          <w:szCs w:val="24"/>
          <w:lang w:val="ru-RU"/>
        </w:rPr>
        <w:t xml:space="preserve"> </w:t>
      </w:r>
      <w:r w:rsidRPr="00902EEA">
        <w:rPr>
          <w:b/>
          <w:bCs/>
          <w:sz w:val="24"/>
          <w:szCs w:val="24"/>
          <w:lang w:val="bg-BG"/>
        </w:rPr>
        <w:t xml:space="preserve">GAB3039 </w:t>
      </w:r>
      <w:r w:rsidRPr="0080531F">
        <w:rPr>
          <w:b/>
          <w:bCs/>
          <w:sz w:val="24"/>
          <w:szCs w:val="24"/>
          <w:lang w:val="ru-RU"/>
        </w:rPr>
        <w:t xml:space="preserve">- </w:t>
      </w:r>
      <w:r w:rsidRPr="00902EEA">
        <w:rPr>
          <w:b/>
          <w:bCs/>
          <w:sz w:val="24"/>
          <w:szCs w:val="24"/>
          <w:lang w:val="bg-BG"/>
        </w:rPr>
        <w:t xml:space="preserve">с. Богданчовци - с. Баланите – </w:t>
      </w:r>
    </w:p>
    <w:p w:rsidR="00B31492" w:rsidRPr="0080531F" w:rsidRDefault="00B31492" w:rsidP="00902EEA">
      <w:pPr>
        <w:tabs>
          <w:tab w:val="left" w:pos="2694"/>
          <w:tab w:val="left" w:pos="2835"/>
        </w:tabs>
        <w:spacing w:after="200" w:line="276" w:lineRule="auto"/>
        <w:rPr>
          <w:sz w:val="24"/>
          <w:szCs w:val="24"/>
          <w:lang w:val="ru-RU"/>
        </w:rPr>
      </w:pPr>
      <w:r w:rsidRPr="0080531F">
        <w:rPr>
          <w:b/>
          <w:bCs/>
          <w:sz w:val="24"/>
          <w:szCs w:val="24"/>
          <w:lang w:val="ru-RU"/>
        </w:rPr>
        <w:tab/>
        <w:t xml:space="preserve">  </w:t>
      </w:r>
      <w:r w:rsidRPr="00902EEA">
        <w:rPr>
          <w:b/>
          <w:bCs/>
          <w:sz w:val="24"/>
          <w:szCs w:val="24"/>
          <w:lang w:val="bg-BG"/>
        </w:rPr>
        <w:t>с. Костадините</w:t>
      </w:r>
    </w:p>
    <w:p w:rsidR="00B31492" w:rsidRPr="001C4A45" w:rsidRDefault="00B31492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B31492" w:rsidRPr="001C4A45" w:rsidRDefault="00B31492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B31492" w:rsidRPr="001C4A45" w:rsidRDefault="00B31492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B31492" w:rsidRPr="001C4A45" w:rsidRDefault="00B31492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B31492" w:rsidRPr="006C4620" w:rsidRDefault="00B31492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B31492" w:rsidRPr="0080531F" w:rsidRDefault="00B31492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80531F">
        <w:rPr>
          <w:b/>
          <w:bCs/>
          <w:sz w:val="22"/>
          <w:szCs w:val="22"/>
          <w:lang w:val="ru-RU"/>
        </w:rPr>
        <w:t>УВАЖАЕМИ ДАМИ И ГОСПОДА,</w:t>
      </w:r>
    </w:p>
    <w:p w:rsidR="00B31492" w:rsidRPr="0080531F" w:rsidRDefault="00B31492" w:rsidP="007056B0">
      <w:pPr>
        <w:rPr>
          <w:b/>
          <w:bCs/>
          <w:sz w:val="22"/>
          <w:szCs w:val="22"/>
          <w:lang w:val="ru-RU"/>
        </w:rPr>
      </w:pPr>
    </w:p>
    <w:p w:rsidR="00B31492" w:rsidRPr="0080531F" w:rsidRDefault="00B31492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80531F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80531F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80531F">
        <w:rPr>
          <w:b/>
          <w:bCs/>
          <w:sz w:val="22"/>
          <w:szCs w:val="22"/>
          <w:lang w:val="ru-RU"/>
        </w:rPr>
        <w:t xml:space="preserve">по </w:t>
      </w:r>
    </w:p>
    <w:p w:rsidR="00B31492" w:rsidRPr="0080531F" w:rsidRDefault="00B31492" w:rsidP="007056B0">
      <w:pPr>
        <w:jc w:val="both"/>
        <w:rPr>
          <w:b/>
          <w:bCs/>
          <w:sz w:val="22"/>
          <w:szCs w:val="22"/>
          <w:lang w:val="ru-RU"/>
        </w:rPr>
      </w:pPr>
    </w:p>
    <w:p w:rsidR="00B31492" w:rsidRPr="00902EEA" w:rsidRDefault="00B31492" w:rsidP="00902EEA">
      <w:pPr>
        <w:spacing w:after="200" w:line="276" w:lineRule="auto"/>
        <w:jc w:val="right"/>
        <w:rPr>
          <w:b/>
          <w:bCs/>
          <w:sz w:val="24"/>
          <w:szCs w:val="24"/>
          <w:lang w:val="bg-BG"/>
        </w:rPr>
      </w:pPr>
      <w:r w:rsidRPr="00902EEA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6 </w:t>
      </w:r>
      <w:r w:rsidRPr="00902EEA">
        <w:rPr>
          <w:b/>
          <w:bCs/>
          <w:sz w:val="24"/>
          <w:szCs w:val="24"/>
          <w:lang w:val="bg-BG"/>
        </w:rPr>
        <w:t xml:space="preserve"> Ремонт общински път GAB3039 - с. Богданчовци - с. Баланите – </w:t>
      </w:r>
    </w:p>
    <w:p w:rsidR="00B31492" w:rsidRPr="0080531F" w:rsidRDefault="00B31492" w:rsidP="0080531F">
      <w:pPr>
        <w:spacing w:after="200" w:line="276" w:lineRule="auto"/>
        <w:rPr>
          <w:sz w:val="22"/>
          <w:szCs w:val="22"/>
          <w:lang w:val="ru-RU"/>
        </w:rPr>
      </w:pPr>
      <w:r w:rsidRPr="00902EEA">
        <w:rPr>
          <w:b/>
          <w:bCs/>
          <w:sz w:val="24"/>
          <w:szCs w:val="24"/>
          <w:lang w:val="bg-BG"/>
        </w:rPr>
        <w:t>с. Костадините</w:t>
      </w:r>
      <w:r w:rsidRPr="0080531F">
        <w:rPr>
          <w:sz w:val="22"/>
          <w:szCs w:val="22"/>
          <w:lang w:val="ru-RU"/>
        </w:rPr>
        <w:t>, чрез открит</w:t>
      </w:r>
      <w:r w:rsidRPr="00690C93">
        <w:rPr>
          <w:sz w:val="22"/>
          <w:szCs w:val="22"/>
          <w:lang w:val="bg-BG"/>
        </w:rPr>
        <w:t>а</w:t>
      </w:r>
      <w:r w:rsidRPr="0080531F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80531F">
        <w:rPr>
          <w:sz w:val="22"/>
          <w:szCs w:val="22"/>
          <w:lang w:val="ru-RU"/>
        </w:rPr>
        <w:t xml:space="preserve">, след като се запознахме с условията за участие и прегледа на документацията, </w:t>
      </w:r>
    </w:p>
    <w:p w:rsidR="00B31492" w:rsidRPr="0080531F" w:rsidRDefault="00B31492" w:rsidP="007056B0">
      <w:pPr>
        <w:jc w:val="center"/>
        <w:rPr>
          <w:b/>
          <w:bCs/>
          <w:sz w:val="22"/>
          <w:szCs w:val="22"/>
          <w:lang w:val="ru-RU"/>
        </w:rPr>
      </w:pPr>
      <w:r w:rsidRPr="0080531F">
        <w:rPr>
          <w:b/>
          <w:bCs/>
          <w:sz w:val="22"/>
          <w:szCs w:val="22"/>
          <w:lang w:val="ru-RU"/>
        </w:rPr>
        <w:t>ПРЕДЛАГАМЕ :</w:t>
      </w:r>
    </w:p>
    <w:p w:rsidR="00B31492" w:rsidRPr="0080531F" w:rsidRDefault="00B31492" w:rsidP="007056B0">
      <w:pPr>
        <w:rPr>
          <w:sz w:val="22"/>
          <w:szCs w:val="22"/>
          <w:lang w:val="ru-RU"/>
        </w:rPr>
      </w:pPr>
    </w:p>
    <w:p w:rsidR="00B31492" w:rsidRPr="004075B0" w:rsidRDefault="00B31492" w:rsidP="007056B0">
      <w:pPr>
        <w:ind w:firstLine="708"/>
        <w:rPr>
          <w:sz w:val="22"/>
          <w:szCs w:val="22"/>
          <w:lang w:val="bg-BG"/>
        </w:rPr>
      </w:pPr>
      <w:r w:rsidRPr="0080531F">
        <w:rPr>
          <w:sz w:val="22"/>
          <w:szCs w:val="22"/>
          <w:lang w:val="ru-RU"/>
        </w:rPr>
        <w:t>Да изпълним ОП при следните условия:</w:t>
      </w:r>
    </w:p>
    <w:p w:rsidR="00B31492" w:rsidRPr="004075B0" w:rsidRDefault="00B31492" w:rsidP="007056B0">
      <w:pPr>
        <w:rPr>
          <w:sz w:val="22"/>
          <w:szCs w:val="22"/>
          <w:lang w:val="bg-BG"/>
        </w:rPr>
      </w:pPr>
    </w:p>
    <w:p w:rsidR="00B31492" w:rsidRPr="0080531F" w:rsidRDefault="00B31492" w:rsidP="007056B0">
      <w:pPr>
        <w:ind w:right="-27" w:firstLine="708"/>
        <w:jc w:val="both"/>
        <w:rPr>
          <w:sz w:val="22"/>
          <w:szCs w:val="22"/>
          <w:lang w:val="ru-RU"/>
        </w:rPr>
      </w:pPr>
      <w:r w:rsidRPr="0080531F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B31492" w:rsidRPr="004075B0" w:rsidRDefault="00B31492" w:rsidP="007056B0">
      <w:pPr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80531F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80531F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80531F" w:rsidRDefault="00B31492" w:rsidP="007056B0">
      <w:pPr>
        <w:ind w:firstLine="708"/>
        <w:jc w:val="both"/>
        <w:rPr>
          <w:sz w:val="22"/>
          <w:szCs w:val="22"/>
          <w:lang w:val="ru-RU"/>
        </w:rPr>
      </w:pPr>
      <w:r w:rsidRPr="0080531F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80531F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</w:t>
      </w:r>
      <w:r>
        <w:rPr>
          <w:sz w:val="22"/>
          <w:szCs w:val="22"/>
          <w:lang w:val="bg-BG"/>
        </w:rPr>
        <w:t xml:space="preserve"> с машина „Турбо” и валиране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4075B0" w:rsidRDefault="00B31492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4075B0" w:rsidRDefault="00B31492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B31492" w:rsidRPr="004075B0" w:rsidRDefault="00B31492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80531F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31492" w:rsidRPr="0080531F" w:rsidRDefault="00B31492" w:rsidP="007056B0">
      <w:pPr>
        <w:ind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31492" w:rsidRPr="004075B0" w:rsidRDefault="00B31492" w:rsidP="007056B0">
      <w:pPr>
        <w:ind w:firstLine="708"/>
        <w:jc w:val="both"/>
        <w:rPr>
          <w:color w:val="FF0000"/>
          <w:sz w:val="22"/>
          <w:szCs w:val="22"/>
          <w:lang w:val="bg-BG"/>
        </w:rPr>
      </w:pPr>
      <w:r w:rsidRPr="0080531F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80531F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80531F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 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31492" w:rsidRPr="004075B0" w:rsidRDefault="00B31492" w:rsidP="007056B0">
      <w:pPr>
        <w:ind w:right="374"/>
        <w:jc w:val="both"/>
        <w:rPr>
          <w:sz w:val="22"/>
          <w:szCs w:val="22"/>
          <w:lang w:val="bg-BG"/>
        </w:rPr>
      </w:pPr>
    </w:p>
    <w:p w:rsidR="00B31492" w:rsidRPr="0080531F" w:rsidRDefault="00B31492" w:rsidP="007056B0">
      <w:pPr>
        <w:ind w:firstLine="708"/>
        <w:rPr>
          <w:b/>
          <w:bCs/>
          <w:sz w:val="22"/>
          <w:szCs w:val="22"/>
          <w:lang w:val="ru-RU"/>
        </w:rPr>
      </w:pPr>
      <w:r w:rsidRPr="0080531F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80531F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80531F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80531F">
        <w:rPr>
          <w:b/>
          <w:bCs/>
          <w:sz w:val="22"/>
          <w:szCs w:val="22"/>
          <w:lang w:val="ru-RU"/>
        </w:rPr>
        <w:t>:</w:t>
      </w:r>
    </w:p>
    <w:p w:rsidR="00B31492" w:rsidRPr="0080531F" w:rsidRDefault="00B31492" w:rsidP="007056B0">
      <w:pPr>
        <w:ind w:firstLine="708"/>
        <w:rPr>
          <w:sz w:val="22"/>
          <w:szCs w:val="22"/>
          <w:lang w:val="ru-RU"/>
        </w:rPr>
      </w:pPr>
      <w:r w:rsidRPr="0080531F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>-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 xml:space="preserve">лв/чч                 </w:t>
      </w:r>
    </w:p>
    <w:p w:rsidR="00B31492" w:rsidRPr="0080531F" w:rsidRDefault="00B31492" w:rsidP="007056B0">
      <w:pPr>
        <w:ind w:firstLine="708"/>
        <w:rPr>
          <w:sz w:val="22"/>
          <w:szCs w:val="22"/>
          <w:lang w:val="ru-RU"/>
        </w:rPr>
      </w:pPr>
      <w:r w:rsidRPr="0080531F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80531F">
        <w:rPr>
          <w:sz w:val="22"/>
          <w:szCs w:val="22"/>
          <w:lang w:val="ru-RU"/>
        </w:rPr>
        <w:tab/>
        <w:t>-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 xml:space="preserve">%      </w:t>
      </w:r>
    </w:p>
    <w:p w:rsidR="00B31492" w:rsidRPr="0080531F" w:rsidRDefault="00B31492" w:rsidP="007056B0">
      <w:pPr>
        <w:ind w:firstLine="708"/>
        <w:rPr>
          <w:sz w:val="22"/>
          <w:szCs w:val="22"/>
          <w:lang w:val="ru-RU"/>
        </w:rPr>
      </w:pPr>
      <w:r w:rsidRPr="0080531F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80531F">
        <w:rPr>
          <w:sz w:val="22"/>
          <w:szCs w:val="22"/>
          <w:lang w:val="ru-RU"/>
        </w:rPr>
        <w:tab/>
        <w:t>-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>%</w:t>
      </w:r>
    </w:p>
    <w:p w:rsidR="00B31492" w:rsidRPr="0080531F" w:rsidRDefault="00B31492" w:rsidP="007056B0">
      <w:pPr>
        <w:ind w:firstLine="708"/>
        <w:rPr>
          <w:sz w:val="22"/>
          <w:szCs w:val="22"/>
          <w:lang w:val="ru-RU"/>
        </w:rPr>
      </w:pPr>
      <w:r w:rsidRPr="0080531F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>-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 xml:space="preserve">%         </w:t>
      </w:r>
    </w:p>
    <w:p w:rsidR="00B31492" w:rsidRPr="0080531F" w:rsidRDefault="00B31492" w:rsidP="007056B0">
      <w:pPr>
        <w:ind w:firstLine="708"/>
        <w:rPr>
          <w:sz w:val="22"/>
          <w:szCs w:val="22"/>
          <w:lang w:val="ru-RU"/>
        </w:rPr>
      </w:pPr>
      <w:r w:rsidRPr="0080531F">
        <w:rPr>
          <w:sz w:val="22"/>
          <w:szCs w:val="22"/>
          <w:lang w:val="ru-RU"/>
        </w:rPr>
        <w:t xml:space="preserve">2.5. Печалба </w:t>
      </w:r>
      <w:r w:rsidRPr="0080531F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>-</w:t>
      </w:r>
      <w:r w:rsidRPr="0080531F">
        <w:rPr>
          <w:sz w:val="22"/>
          <w:szCs w:val="22"/>
          <w:lang w:val="ru-RU"/>
        </w:rPr>
        <w:tab/>
      </w:r>
      <w:r w:rsidRPr="0080531F">
        <w:rPr>
          <w:sz w:val="22"/>
          <w:szCs w:val="22"/>
          <w:lang w:val="ru-RU"/>
        </w:rPr>
        <w:tab/>
        <w:t xml:space="preserve">%         </w:t>
      </w:r>
    </w:p>
    <w:p w:rsidR="00B31492" w:rsidRPr="0080531F" w:rsidRDefault="00B31492" w:rsidP="007056B0">
      <w:pPr>
        <w:rPr>
          <w:sz w:val="22"/>
          <w:szCs w:val="22"/>
          <w:lang w:val="ru-RU"/>
        </w:rPr>
      </w:pPr>
    </w:p>
    <w:p w:rsidR="00B31492" w:rsidRPr="004075B0" w:rsidRDefault="00B31492" w:rsidP="007056B0">
      <w:pPr>
        <w:ind w:firstLine="708"/>
        <w:jc w:val="both"/>
        <w:rPr>
          <w:sz w:val="22"/>
          <w:szCs w:val="22"/>
          <w:lang w:val="bg-BG"/>
        </w:rPr>
      </w:pPr>
      <w:r w:rsidRPr="0080531F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B31492" w:rsidRPr="004075B0" w:rsidRDefault="00B31492" w:rsidP="007056B0">
      <w:pPr>
        <w:jc w:val="both"/>
        <w:rPr>
          <w:sz w:val="22"/>
          <w:szCs w:val="22"/>
          <w:lang w:val="bg-BG"/>
        </w:rPr>
      </w:pPr>
    </w:p>
    <w:p w:rsidR="00B31492" w:rsidRPr="004075B0" w:rsidRDefault="00B31492" w:rsidP="007056B0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B31492" w:rsidRPr="004075B0" w:rsidRDefault="00B31492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Pr="004075B0" w:rsidRDefault="00B31492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Pr="004075B0" w:rsidRDefault="00B31492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Pr="004075B0" w:rsidRDefault="00B31492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Pr="004075B0" w:rsidRDefault="00B31492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31492" w:rsidRDefault="00B31492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31492" w:rsidRPr="004075B0" w:rsidRDefault="00B31492" w:rsidP="007056B0">
      <w:pPr>
        <w:ind w:left="708"/>
        <w:rPr>
          <w:sz w:val="22"/>
          <w:szCs w:val="22"/>
          <w:lang w:val="bg-BG"/>
        </w:rPr>
      </w:pPr>
    </w:p>
    <w:p w:rsidR="00B31492" w:rsidRPr="0080531F" w:rsidRDefault="00B31492" w:rsidP="007056B0">
      <w:pPr>
        <w:ind w:firstLine="708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80531F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80531F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80531F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двадесет</w:t>
      </w:r>
      <w:r w:rsidRPr="0080531F">
        <w:rPr>
          <w:b/>
          <w:bCs/>
          <w:sz w:val="22"/>
          <w:szCs w:val="22"/>
          <w:lang w:val="ru-RU"/>
        </w:rPr>
        <w:t>) календарни дни</w:t>
      </w:r>
      <w:r w:rsidRPr="004075B0">
        <w:rPr>
          <w:sz w:val="22"/>
          <w:szCs w:val="22"/>
          <w:lang w:val="bg-BG"/>
        </w:rPr>
        <w:t xml:space="preserve"> от крайн</w:t>
      </w:r>
      <w:r>
        <w:rPr>
          <w:sz w:val="22"/>
          <w:szCs w:val="22"/>
          <w:lang w:val="bg-BG"/>
        </w:rPr>
        <w:t>ия срок за получаване на оферти.</w:t>
      </w:r>
    </w:p>
    <w:p w:rsidR="00B31492" w:rsidRPr="004075B0" w:rsidRDefault="00B31492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B31492" w:rsidRPr="004075B0" w:rsidRDefault="00B31492" w:rsidP="007056B0">
      <w:pPr>
        <w:ind w:firstLine="708"/>
        <w:rPr>
          <w:sz w:val="22"/>
          <w:szCs w:val="22"/>
          <w:lang w:val="bg-BG"/>
        </w:rPr>
      </w:pPr>
    </w:p>
    <w:p w:rsidR="00B31492" w:rsidRPr="004075B0" w:rsidRDefault="00B31492" w:rsidP="0080531F">
      <w:pPr>
        <w:jc w:val="both"/>
        <w:rPr>
          <w:sz w:val="22"/>
          <w:szCs w:val="22"/>
          <w:lang w:val="bg-BG"/>
        </w:rPr>
      </w:pPr>
      <w:r w:rsidRPr="0080531F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80531F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bg-BG"/>
        </w:rPr>
        <w:t>)</w:t>
      </w:r>
      <w:r w:rsidRPr="0080531F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80531F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B31492" w:rsidRPr="004075B0">
        <w:trPr>
          <w:trHeight w:val="365"/>
        </w:trPr>
        <w:tc>
          <w:tcPr>
            <w:tcW w:w="4875" w:type="dxa"/>
            <w:vAlign w:val="center"/>
          </w:tcPr>
          <w:p w:rsidR="00B31492" w:rsidRPr="004075B0" w:rsidRDefault="00B31492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B31492" w:rsidRPr="004075B0" w:rsidRDefault="00B31492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B31492" w:rsidRPr="004075B0">
        <w:trPr>
          <w:trHeight w:val="388"/>
        </w:trPr>
        <w:tc>
          <w:tcPr>
            <w:tcW w:w="4875" w:type="dxa"/>
            <w:vAlign w:val="center"/>
          </w:tcPr>
          <w:p w:rsidR="00B31492" w:rsidRPr="004075B0" w:rsidRDefault="00B31492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B31492" w:rsidRPr="004075B0" w:rsidRDefault="00B31492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B31492" w:rsidRPr="004075B0">
        <w:trPr>
          <w:trHeight w:val="455"/>
        </w:trPr>
        <w:tc>
          <w:tcPr>
            <w:tcW w:w="4875" w:type="dxa"/>
            <w:vAlign w:val="center"/>
          </w:tcPr>
          <w:p w:rsidR="00B31492" w:rsidRPr="004075B0" w:rsidRDefault="00B31492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B31492" w:rsidRPr="004075B0" w:rsidRDefault="00B31492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B31492" w:rsidRDefault="00B31492" w:rsidP="0080531F"/>
    <w:sectPr w:rsidR="00B31492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50156"/>
    <w:rsid w:val="000852CC"/>
    <w:rsid w:val="0012326A"/>
    <w:rsid w:val="001822B7"/>
    <w:rsid w:val="001C4A45"/>
    <w:rsid w:val="002738B1"/>
    <w:rsid w:val="002A31A8"/>
    <w:rsid w:val="00320453"/>
    <w:rsid w:val="004075B0"/>
    <w:rsid w:val="00430AC2"/>
    <w:rsid w:val="00500918"/>
    <w:rsid w:val="005C5280"/>
    <w:rsid w:val="005C6A1D"/>
    <w:rsid w:val="00690C93"/>
    <w:rsid w:val="006C4620"/>
    <w:rsid w:val="006E2643"/>
    <w:rsid w:val="007056B0"/>
    <w:rsid w:val="0080531F"/>
    <w:rsid w:val="00902EEA"/>
    <w:rsid w:val="00924656"/>
    <w:rsid w:val="00A128FB"/>
    <w:rsid w:val="00A72E67"/>
    <w:rsid w:val="00B31492"/>
    <w:rsid w:val="00B66E0D"/>
    <w:rsid w:val="00B70F36"/>
    <w:rsid w:val="00B73912"/>
    <w:rsid w:val="00D15736"/>
    <w:rsid w:val="00D45A05"/>
    <w:rsid w:val="00DB0753"/>
    <w:rsid w:val="00E50BA8"/>
    <w:rsid w:val="00E92399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2A31A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768</Words>
  <Characters>4382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2013-02-26T08:06:00Z</dcterms:created>
  <dcterms:modified xsi:type="dcterms:W3CDTF">2013-03-11T07:58:00Z</dcterms:modified>
</cp:coreProperties>
</file>